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F5F" w:rsidRPr="003A299F" w:rsidRDefault="00D56FDA" w:rsidP="00FC7F5F">
      <w:pPr>
        <w:pStyle w:val="berschrift1"/>
        <w:numPr>
          <w:ilvl w:val="0"/>
          <w:numId w:val="0"/>
        </w:numPr>
        <w:ind w:left="1418" w:hanging="1418"/>
        <w:rPr>
          <w:rFonts w:ascii="Arial" w:hAnsi="Arial"/>
          <w:sz w:val="40"/>
        </w:rPr>
      </w:pPr>
      <w:r>
        <w:t>L1 1.1</w:t>
      </w:r>
      <w:r w:rsidR="00FC7F5F">
        <w:tab/>
        <w:t>Test zu Lernfortschritt 1</w:t>
      </w:r>
    </w:p>
    <w:p w:rsidR="00EB5029" w:rsidRDefault="00EB5029"/>
    <w:p w:rsidR="0080627E" w:rsidRDefault="0080627E"/>
    <w:p w:rsidR="00FC7F5F" w:rsidRPr="0080627E" w:rsidRDefault="0080627E">
      <w:pPr>
        <w:rPr>
          <w:sz w:val="24"/>
        </w:rPr>
      </w:pPr>
      <w:r>
        <w:rPr>
          <w:sz w:val="24"/>
        </w:rPr>
        <w:t>Ordnen Sie die Symbole der linken Seite den angeführten Geräten zu:</w:t>
      </w:r>
    </w:p>
    <w:p w:rsidR="00FC7F5F" w:rsidRDefault="00FC7F5F"/>
    <w:p w:rsidR="00FC7F5F" w:rsidRDefault="00FC7F5F"/>
    <w:p w:rsidR="00F72A55" w:rsidRDefault="00F72A55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25400</wp:posOffset>
            </wp:positionV>
            <wp:extent cx="5954672" cy="3648075"/>
            <wp:effectExtent l="0" t="0" r="825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672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2A55" w:rsidRDefault="00F72A55"/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331427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841548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FDA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1533302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spacing w:before="20"/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1204174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1163135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FDA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928428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248960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194087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76892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spacing w:before="40"/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209032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2102865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1407032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840391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734847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2107947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spacing w:before="40"/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1785465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345526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628162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1175029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1233280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1560626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spacing w:before="40"/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192834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1186209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779302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spacing w:before="20"/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978225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1212547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151279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spacing w:before="40"/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1835295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965940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666252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spacing w:before="40"/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635173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1597597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142887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Pr="00FC7F5F" w:rsidRDefault="00FC7F5F" w:rsidP="007B6DB4">
      <w:pPr>
        <w:tabs>
          <w:tab w:val="left" w:pos="4253"/>
          <w:tab w:val="left" w:pos="6096"/>
          <w:tab w:val="left" w:pos="8222"/>
        </w:tabs>
        <w:spacing w:before="40"/>
        <w:rPr>
          <w:sz w:val="32"/>
        </w:rPr>
      </w:pPr>
      <w:r w:rsidRPr="00FC7F5F">
        <w:rPr>
          <w:sz w:val="32"/>
        </w:rPr>
        <w:tab/>
      </w:r>
      <w:sdt>
        <w:sdtPr>
          <w:rPr>
            <w:sz w:val="32"/>
          </w:rPr>
          <w:id w:val="-243879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1225712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Pr="00FC7F5F">
        <w:rPr>
          <w:sz w:val="32"/>
        </w:rPr>
        <w:tab/>
      </w:r>
      <w:sdt>
        <w:sdtPr>
          <w:rPr>
            <w:sz w:val="32"/>
          </w:rPr>
          <w:id w:val="-83925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2"/>
            </w:rPr>
            <w:t>☐</w:t>
          </w:r>
        </w:sdtContent>
      </w:sdt>
    </w:p>
    <w:p w:rsidR="00FC7F5F" w:rsidRDefault="00FC7F5F"/>
    <w:p w:rsidR="00FC7F5F" w:rsidRDefault="00FC7F5F"/>
    <w:p w:rsidR="00FC7F5F" w:rsidRDefault="00FC7F5F"/>
    <w:p w:rsidR="00F72A55" w:rsidRDefault="00F72A55"/>
    <w:sectPr w:rsidR="00F72A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55B" w:rsidRDefault="002B255B" w:rsidP="00FC7F5F">
      <w:r>
        <w:separator/>
      </w:r>
    </w:p>
  </w:endnote>
  <w:endnote w:type="continuationSeparator" w:id="0">
    <w:p w:rsidR="002B255B" w:rsidRDefault="002B255B" w:rsidP="00FC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FDA" w:rsidRDefault="00D56F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DB4" w:rsidRPr="007B6DB4" w:rsidRDefault="007B6DB4" w:rsidP="007B6DB4">
    <w:pPr>
      <w:rPr>
        <w:sz w:val="12"/>
      </w:rPr>
    </w:pPr>
  </w:p>
  <w:p w:rsidR="007B6DB4" w:rsidRDefault="007B6DB4" w:rsidP="007B6DB4">
    <w:pPr>
      <w:pStyle w:val="Fuzeile"/>
      <w:pBdr>
        <w:top w:val="single" w:sz="4" w:space="1" w:color="auto"/>
      </w:pBdr>
    </w:pPr>
    <w:r w:rsidRPr="00A63AC2">
      <w:rPr>
        <w:sz w:val="18"/>
        <w:szCs w:val="18"/>
      </w:rPr>
      <w:fldChar w:fldCharType="begin"/>
    </w:r>
    <w:r w:rsidRPr="00A63AC2">
      <w:rPr>
        <w:sz w:val="18"/>
        <w:szCs w:val="18"/>
      </w:rPr>
      <w:instrText xml:space="preserve"> FILENAME   \* MERGEFORMAT </w:instrText>
    </w:r>
    <w:r w:rsidRPr="00A63AC2">
      <w:rPr>
        <w:sz w:val="18"/>
        <w:szCs w:val="18"/>
      </w:rPr>
      <w:fldChar w:fldCharType="separate"/>
    </w:r>
    <w:r w:rsidR="00D56FDA">
      <w:rPr>
        <w:noProof/>
        <w:sz w:val="18"/>
        <w:szCs w:val="18"/>
      </w:rPr>
      <w:t>L1 1.1 Test Lernfortschritt 1.docx</w:t>
    </w:r>
    <w:r w:rsidRPr="00A63AC2">
      <w:rPr>
        <w:noProof/>
        <w:sz w:val="18"/>
        <w:szCs w:val="18"/>
      </w:rPr>
      <w:fldChar w:fldCharType="end"/>
    </w:r>
    <w:bookmarkStart w:id="0" w:name="_GoBack"/>
    <w:bookmarkEnd w:id="0"/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56FDA">
      <w:rPr>
        <w:noProof/>
      </w:rPr>
      <w:t>1</w:t>
    </w:r>
    <w:r>
      <w:rPr>
        <w:noProof/>
      </w:rPr>
      <w:fldChar w:fldCharType="end"/>
    </w:r>
    <w:r>
      <w:t xml:space="preserve"> / </w:t>
    </w:r>
    <w:r w:rsidR="00D56FDA">
      <w:fldChar w:fldCharType="begin"/>
    </w:r>
    <w:r w:rsidR="00D56FDA">
      <w:instrText xml:space="preserve"> NUMPAGES   \* MERGEFORMAT </w:instrText>
    </w:r>
    <w:r w:rsidR="00D56FDA">
      <w:fldChar w:fldCharType="separate"/>
    </w:r>
    <w:r w:rsidR="00D56FDA">
      <w:rPr>
        <w:noProof/>
      </w:rPr>
      <w:t>1</w:t>
    </w:r>
    <w:r w:rsidR="00D56FDA">
      <w:rPr>
        <w:noProof/>
      </w:rPr>
      <w:fldChar w:fldCharType="end"/>
    </w:r>
  </w:p>
  <w:p w:rsidR="00FC7F5F" w:rsidRPr="007B6DB4" w:rsidRDefault="00FC7F5F" w:rsidP="007B6DB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FDA" w:rsidRDefault="00D56F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55B" w:rsidRDefault="002B255B" w:rsidP="00FC7F5F">
      <w:r>
        <w:separator/>
      </w:r>
    </w:p>
  </w:footnote>
  <w:footnote w:type="continuationSeparator" w:id="0">
    <w:p w:rsidR="002B255B" w:rsidRDefault="002B255B" w:rsidP="00FC7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FDA" w:rsidRDefault="00D56F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F5F" w:rsidRPr="007B6DB4" w:rsidRDefault="00FC7F5F" w:rsidP="007B6DB4">
    <w:pPr>
      <w:pStyle w:val="Kopfzeile"/>
      <w:pBdr>
        <w:bottom w:val="single" w:sz="4" w:space="1" w:color="auto"/>
      </w:pBdr>
      <w:spacing w:after="120"/>
      <w:rPr>
        <w:rFonts w:asciiTheme="minorHAnsi" w:eastAsia="Times New Roman" w:hAnsiTheme="minorHAnsi" w:cs="Times New Roman"/>
        <w:noProof/>
        <w:szCs w:val="20"/>
        <w:lang w:eastAsia="de-DE"/>
      </w:rPr>
    </w:pP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fldChar w:fldCharType="begin"/>
    </w: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instrText xml:space="preserve"> STYLEREF  "Überschrift 1"  \* MERGEFORMAT </w:instrText>
    </w: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fldChar w:fldCharType="separate"/>
    </w:r>
    <w:r w:rsidR="00D56FDA">
      <w:rPr>
        <w:rFonts w:asciiTheme="minorHAnsi" w:eastAsia="Times New Roman" w:hAnsiTheme="minorHAnsi" w:cs="Times New Roman"/>
        <w:noProof/>
        <w:szCs w:val="20"/>
        <w:lang w:eastAsia="de-DE"/>
      </w:rPr>
      <w:t>L1 1.1</w:t>
    </w:r>
    <w:r w:rsidR="00D56FDA">
      <w:rPr>
        <w:rFonts w:asciiTheme="minorHAnsi" w:eastAsia="Times New Roman" w:hAnsiTheme="minorHAnsi" w:cs="Times New Roman"/>
        <w:noProof/>
        <w:szCs w:val="20"/>
        <w:lang w:eastAsia="de-DE"/>
      </w:rPr>
      <w:tab/>
      <w:t>Test zu Lernfortschritt 1</w:t>
    </w: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fldChar w:fldCharType="end"/>
    </w: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tab/>
      <w:t xml:space="preserve">AB </w:t>
    </w:r>
    <w:r w:rsidR="007B6DB4">
      <w:rPr>
        <w:rFonts w:asciiTheme="minorHAnsi" w:eastAsia="Times New Roman" w:hAnsiTheme="minorHAnsi" w:cs="Times New Roman"/>
        <w:noProof/>
        <w:szCs w:val="20"/>
        <w:lang w:eastAsia="de-DE"/>
      </w:rPr>
      <w:t>1.2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FDA" w:rsidRDefault="00D56F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4692F"/>
    <w:multiLevelType w:val="multilevel"/>
    <w:tmpl w:val="476202F4"/>
    <w:lvl w:ilvl="0">
      <w:start w:val="1"/>
      <w:numFmt w:val="decimal"/>
      <w:pStyle w:val="berschrift1"/>
      <w:lvlText w:val="L1 %1."/>
      <w:lvlJc w:val="left"/>
      <w:pPr>
        <w:ind w:left="1597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1152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584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728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872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2160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55"/>
    <w:rsid w:val="002B255B"/>
    <w:rsid w:val="002E3137"/>
    <w:rsid w:val="004B7088"/>
    <w:rsid w:val="007B6DB4"/>
    <w:rsid w:val="0080627E"/>
    <w:rsid w:val="00D56FDA"/>
    <w:rsid w:val="00EB5029"/>
    <w:rsid w:val="00F72A55"/>
    <w:rsid w:val="00FC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AD9A"/>
  <w15:chartTrackingRefBased/>
  <w15:docId w15:val="{7F79653A-2341-43F9-ACE9-7E959948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FC7F5F"/>
    <w:pPr>
      <w:keepNext/>
      <w:numPr>
        <w:numId w:val="1"/>
      </w:numPr>
      <w:spacing w:before="240" w:after="60"/>
      <w:outlineLvl w:val="0"/>
    </w:pPr>
    <w:rPr>
      <w:rFonts w:ascii="Arial Rounded MT Bold" w:eastAsia="Times New Roman" w:hAnsi="Arial Rounded MT Bold" w:cs="Times New Roman"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C7F5F"/>
    <w:pPr>
      <w:keepNext/>
      <w:numPr>
        <w:ilvl w:val="1"/>
        <w:numId w:val="1"/>
      </w:numPr>
      <w:spacing w:before="240" w:after="120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7F5F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sz w:val="24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C7F5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7F5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7F5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7F5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7F5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7F5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C7F5F"/>
    <w:rPr>
      <w:rFonts w:ascii="Arial Rounded MT Bold" w:eastAsia="Times New Roman" w:hAnsi="Arial Rounded MT Bold" w:cs="Times New Roman"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FC7F5F"/>
    <w:rPr>
      <w:rFonts w:eastAsia="Times New Roman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7F5F"/>
    <w:rPr>
      <w:rFonts w:eastAsiaTheme="majorEastAsia" w:cstheme="majorBidi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C7F5F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7F5F"/>
    <w:rPr>
      <w:rFonts w:asciiTheme="majorHAnsi" w:eastAsiaTheme="majorEastAsia" w:hAnsiTheme="majorHAnsi" w:cstheme="majorBidi"/>
      <w:color w:val="2E74B5" w:themeColor="accent1" w:themeShade="BF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7F5F"/>
    <w:rPr>
      <w:rFonts w:asciiTheme="majorHAnsi" w:eastAsiaTheme="majorEastAsia" w:hAnsiTheme="majorHAnsi" w:cstheme="majorBidi"/>
      <w:color w:val="1F4D78" w:themeColor="accent1" w:themeShade="7F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7F5F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7F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7F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7F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7F5F"/>
  </w:style>
  <w:style w:type="paragraph" w:styleId="Fuzeile">
    <w:name w:val="footer"/>
    <w:basedOn w:val="Standard"/>
    <w:link w:val="FuzeileZchn"/>
    <w:uiPriority w:val="99"/>
    <w:unhideWhenUsed/>
    <w:rsid w:val="00FC7F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7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9687FC6C.dotm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RStreb</cp:lastModifiedBy>
  <cp:revision>5</cp:revision>
  <dcterms:created xsi:type="dcterms:W3CDTF">2018-08-31T08:49:00Z</dcterms:created>
  <dcterms:modified xsi:type="dcterms:W3CDTF">2018-09-03T10:34:00Z</dcterms:modified>
</cp:coreProperties>
</file>